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D67C903" w:rsidR="00CC7E12" w:rsidRPr="00845EF2" w:rsidRDefault="00CC7E12" w:rsidP="00845EF2">
      <w:pPr>
        <w:spacing w:after="0"/>
        <w:jc w:val="both"/>
        <w:rPr>
          <w:rFonts w:cstheme="minorHAnsi"/>
          <w:b/>
          <w:bCs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45EF2" w:rsidRPr="00845EF2">
        <w:rPr>
          <w:rFonts w:cstheme="minorHAnsi"/>
          <w:b/>
          <w:bCs/>
        </w:rPr>
        <w:t>Koszenie trawy i opryski herbicydami na terenie stacji elektroenergetycznych WN/SN i SN/SN</w:t>
      </w:r>
      <w:r w:rsidR="00845EF2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845EF2">
        <w:rPr>
          <w:rFonts w:cstheme="minorHAnsi"/>
        </w:rPr>
        <w:t xml:space="preserve"> </w:t>
      </w:r>
      <w:r w:rsidR="00845EF2" w:rsidRPr="00845EF2">
        <w:rPr>
          <w:rFonts w:cstheme="minorHAnsi"/>
          <w:b/>
        </w:rPr>
        <w:t>POST/DYS/OZ/GZ/00208/2026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2F96F1B" w14:textId="5A358D7C" w:rsidR="00845EF2" w:rsidRPr="00845EF2" w:rsidRDefault="00347E8D" w:rsidP="00845EF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6281189" w:rsidR="00347E8D" w:rsidRPr="006B2C28" w:rsidRDefault="00845EF2" w:rsidP="00845EF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5EF2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2137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5EF2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A5CC6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16</TotalTime>
  <Pages>2</Pages>
  <Words>795</Words>
  <Characters>4770</Characters>
  <Application>Microsoft Office Word</Application>
  <DocSecurity>0</DocSecurity>
  <Lines>39</Lines>
  <Paragraphs>11</Paragraphs>
  <ScaleCrop>false</ScaleCrop>
  <Company>PGE Systemy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2025-01-15T13:15:00Z</dcterms:created>
  <dcterms:modified xsi:type="dcterms:W3CDTF">2026-01-26T07:35:00Z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